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489051C4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93537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4BF5B39F" w14:textId="0143550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9353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A9353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2CD7B7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77719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43B74E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64A6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Panek E., Ekonomia matematyczna, Wyd.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2801C" w14:textId="77777777" w:rsidR="00777193" w:rsidRDefault="00777193" w:rsidP="00C16ABF">
      <w:pPr>
        <w:spacing w:after="0" w:line="240" w:lineRule="auto"/>
      </w:pPr>
      <w:r>
        <w:separator/>
      </w:r>
    </w:p>
  </w:endnote>
  <w:endnote w:type="continuationSeparator" w:id="0">
    <w:p w14:paraId="74136748" w14:textId="77777777" w:rsidR="00777193" w:rsidRDefault="007771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806CA" w14:textId="77777777" w:rsidR="00777193" w:rsidRDefault="00777193" w:rsidP="00C16ABF">
      <w:pPr>
        <w:spacing w:after="0" w:line="240" w:lineRule="auto"/>
      </w:pPr>
      <w:r>
        <w:separator/>
      </w:r>
    </w:p>
  </w:footnote>
  <w:footnote w:type="continuationSeparator" w:id="0">
    <w:p w14:paraId="6B23D8FF" w14:textId="77777777" w:rsidR="00777193" w:rsidRDefault="0077719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00B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95A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77193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3537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03EF1-9B5B-470E-B573-55E02709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2020-10-14T14:32:00Z</dcterms:created>
  <dcterms:modified xsi:type="dcterms:W3CDTF">2022-02-11T09:12:00Z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